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2369B" w:rsidRDefault="007711F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</w:t>
      </w:r>
      <w:r w:rsidR="00EE2CD0">
        <w:rPr>
          <w:rFonts w:ascii="Arial" w:hAnsi="Arial"/>
        </w:rPr>
        <w:t>b</w:t>
      </w:r>
      <w:r w:rsidR="00657A6B">
        <w:rPr>
          <w:rFonts w:ascii="Arial" w:hAnsi="Arial"/>
        </w:rPr>
        <w:t xml:space="preserve">edieningsplaat </w:t>
      </w:r>
      <w:r w:rsidR="00657A6B" w:rsidRPr="00DA79B8">
        <w:rPr>
          <w:rFonts w:ascii="Arial" w:hAnsi="Arial"/>
        </w:rPr>
        <w:t xml:space="preserve">met </w:t>
      </w:r>
      <w:r w:rsidR="00D1575C" w:rsidRPr="00DA79B8">
        <w:rPr>
          <w:rFonts w:ascii="Arial" w:hAnsi="Arial"/>
        </w:rPr>
        <w:t>1</w:t>
      </w:r>
      <w:r w:rsidR="00657A6B" w:rsidRPr="00DA79B8">
        <w:rPr>
          <w:rFonts w:ascii="Arial" w:hAnsi="Arial"/>
        </w:rPr>
        <w:t xml:space="preserve"> ronde spoeltoets</w:t>
      </w:r>
      <w:r w:rsidR="00657A6B">
        <w:rPr>
          <w:rFonts w:ascii="Arial" w:hAnsi="Arial"/>
        </w:rPr>
        <w:t xml:space="preserve"> voor een inbouwspoelreservoir voor frontbediening</w:t>
      </w:r>
    </w:p>
    <w:p w:rsidR="00D1575C" w:rsidRPr="00824BF8" w:rsidRDefault="00D1575C" w:rsidP="00D1575C">
      <w:pPr>
        <w:pStyle w:val="Bulleted1"/>
        <w:rPr>
          <w:rFonts w:ascii="Arial" w:hAnsi="Arial"/>
        </w:rPr>
      </w:pPr>
      <w:r w:rsidRPr="00824BF8">
        <w:rPr>
          <w:rFonts w:ascii="Arial" w:hAnsi="Arial"/>
        </w:rPr>
        <w:t>de spoeltoets bevindt zich centraal in het midden van de bedieningsplaat en activeert steeds een grote spoeling</w:t>
      </w:r>
    </w:p>
    <w:p w:rsidR="00E05E37" w:rsidRPr="00DA79B8" w:rsidRDefault="00F41918" w:rsidP="00B86FCC">
      <w:pPr>
        <w:pStyle w:val="Bulleted1"/>
        <w:rPr>
          <w:rFonts w:ascii="Arial" w:hAnsi="Arial"/>
        </w:rPr>
      </w:pPr>
      <w:r w:rsidRPr="00DA79B8">
        <w:rPr>
          <w:rFonts w:ascii="Arial" w:hAnsi="Arial"/>
        </w:rPr>
        <w:t xml:space="preserve">rondom </w:t>
      </w:r>
      <w:r w:rsidR="00D1575C" w:rsidRPr="00DA79B8">
        <w:rPr>
          <w:rFonts w:ascii="Arial" w:hAnsi="Arial"/>
        </w:rPr>
        <w:t>de</w:t>
      </w:r>
      <w:r w:rsidR="00E05E37" w:rsidRPr="00DA79B8">
        <w:rPr>
          <w:rFonts w:ascii="Arial" w:hAnsi="Arial"/>
        </w:rPr>
        <w:t xml:space="preserve"> </w:t>
      </w:r>
      <w:r w:rsidR="006C4C12" w:rsidRPr="00DA79B8">
        <w:rPr>
          <w:rFonts w:ascii="Arial" w:hAnsi="Arial"/>
        </w:rPr>
        <w:t>spoel</w:t>
      </w:r>
      <w:r w:rsidR="00E05E37" w:rsidRPr="00DA79B8">
        <w:rPr>
          <w:rFonts w:ascii="Arial" w:hAnsi="Arial"/>
        </w:rPr>
        <w:t xml:space="preserve">toets </w:t>
      </w:r>
      <w:r w:rsidRPr="00DA79B8">
        <w:rPr>
          <w:rFonts w:ascii="Arial" w:hAnsi="Arial"/>
        </w:rPr>
        <w:t>is er</w:t>
      </w:r>
      <w:r w:rsidR="00E05E37" w:rsidRPr="00DA79B8">
        <w:rPr>
          <w:rFonts w:ascii="Arial" w:hAnsi="Arial"/>
        </w:rPr>
        <w:t xml:space="preserve"> een designring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Pr="00DA79B8" w:rsidRDefault="00E05E37" w:rsidP="00F97930">
      <w:pPr>
        <w:pStyle w:val="Bulleted1"/>
        <w:rPr>
          <w:rFonts w:ascii="Arial" w:hAnsi="Arial"/>
        </w:rPr>
      </w:pPr>
      <w:bookmarkStart w:id="0" w:name="_Hlk35937103"/>
      <w:r w:rsidRPr="00DA79B8">
        <w:rPr>
          <w:rFonts w:ascii="Arial" w:hAnsi="Arial"/>
        </w:rPr>
        <w:t xml:space="preserve">de bedieningsplaat, de spoeltoets en de designring </w:t>
      </w:r>
      <w:r w:rsidR="00D1575C" w:rsidRPr="00DA79B8">
        <w:rPr>
          <w:rFonts w:ascii="Arial" w:hAnsi="Arial"/>
        </w:rPr>
        <w:t>zijn</w:t>
      </w:r>
      <w:r w:rsidRPr="00DA79B8">
        <w:rPr>
          <w:rFonts w:ascii="Arial" w:hAnsi="Arial"/>
        </w:rPr>
        <w:t xml:space="preserve"> van kunststof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9963BC" w:rsidRPr="00DA79B8" w:rsidRDefault="009963BC" w:rsidP="009963BC">
      <w:pPr>
        <w:pStyle w:val="Bulleted1"/>
        <w:rPr>
          <w:rFonts w:ascii="Arial" w:hAnsi="Arial"/>
        </w:rPr>
      </w:pPr>
      <w:r w:rsidRPr="00DA79B8">
        <w:rPr>
          <w:rFonts w:ascii="Arial" w:hAnsi="Arial"/>
        </w:rPr>
        <w:t xml:space="preserve">een veer achter de </w:t>
      </w:r>
      <w:r w:rsidR="006C4C12" w:rsidRPr="00DA79B8">
        <w:rPr>
          <w:rFonts w:ascii="Arial" w:hAnsi="Arial"/>
        </w:rPr>
        <w:t>spoel</w:t>
      </w:r>
      <w:r w:rsidRPr="00DA79B8">
        <w:rPr>
          <w:rFonts w:ascii="Arial" w:hAnsi="Arial"/>
        </w:rPr>
        <w:t>toets doet ze terugkeren naar haar startpositie nadat ze manueel is ingedrukt</w:t>
      </w:r>
    </w:p>
    <w:p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6C4C12" w:rsidRPr="00DA79B8">
        <w:rPr>
          <w:rFonts w:ascii="Arial" w:hAnsi="Arial"/>
        </w:rPr>
        <w:t>spoel</w:t>
      </w:r>
      <w:r w:rsidRPr="00DA79B8">
        <w:rPr>
          <w:rFonts w:ascii="Arial" w:hAnsi="Arial"/>
        </w:rPr>
        <w:t>toets</w:t>
      </w:r>
      <w:r>
        <w:rPr>
          <w:rFonts w:ascii="Arial" w:hAnsi="Arial"/>
        </w:rPr>
        <w:t xml:space="preserve"> is er een minimale inspanning nodig, de bedieningskracht is kleiner dan 20 Newton</w:t>
      </w:r>
    </w:p>
    <w:p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851391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:rsidR="00AE3673" w:rsidRDefault="00AE3673" w:rsidP="00AE3673">
      <w:pPr>
        <w:pStyle w:val="Bulleted2"/>
        <w:rPr>
          <w:rFonts w:ascii="Arial" w:hAnsi="Arial"/>
        </w:rPr>
      </w:pPr>
      <w:bookmarkStart w:id="2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2"/>
    <w:p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9963BC" w:rsidRDefault="009963BC" w:rsidP="009963B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824BF8">
        <w:rPr>
          <w:rFonts w:ascii="Arial" w:hAnsi="Arial"/>
        </w:rPr>
        <w:t>bedieningsstang</w:t>
      </w:r>
    </w:p>
    <w:p w:rsidR="00824BF8" w:rsidRPr="00A6650E" w:rsidRDefault="00824BF8" w:rsidP="00824BF8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wordt in de linkse ronde huls, die zich aan de linkerkant van de bevestigingskader bevindt, gestoken; de linkse en de rechtse ronde huls bevinden zich op gelijke afstand van de middellijn van het inbouwspoelreservoir, beide hulzen bevinden zich op gelijke hoogte van de afgewerkte vloer</w:t>
      </w:r>
    </w:p>
    <w:p w:rsidR="009963BC" w:rsidRDefault="009963BC" w:rsidP="009963BC">
      <w:pPr>
        <w:pStyle w:val="Bulleted2"/>
        <w:rPr>
          <w:rFonts w:ascii="Arial" w:hAnsi="Arial"/>
        </w:rPr>
      </w:pPr>
      <w:r w:rsidRPr="00824BF8">
        <w:rPr>
          <w:rFonts w:ascii="Arial" w:hAnsi="Arial"/>
        </w:rPr>
        <w:t>heeft aan het uiteinde</w:t>
      </w:r>
      <w:r>
        <w:rPr>
          <w:rFonts w:ascii="Arial" w:hAnsi="Arial"/>
        </w:rPr>
        <w:t xml:space="preserve"> een geluidsisolatie om de geluidsproductie, die ontstaat doordat de </w:t>
      </w:r>
      <w:r w:rsidR="006C4C12">
        <w:rPr>
          <w:rFonts w:ascii="Arial" w:hAnsi="Arial"/>
        </w:rPr>
        <w:t>spoel</w:t>
      </w:r>
      <w:r>
        <w:rPr>
          <w:rFonts w:ascii="Arial" w:hAnsi="Arial"/>
        </w:rPr>
        <w:t>toets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7B4AAF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</w:t>
      </w:r>
      <w:proofErr w:type="spellStart"/>
      <w:r>
        <w:rPr>
          <w:rFonts w:ascii="Arial" w:hAnsi="Arial"/>
        </w:rPr>
        <w:t>verlengset</w:t>
      </w:r>
      <w:proofErr w:type="spellEnd"/>
      <w:r>
        <w:rPr>
          <w:rFonts w:ascii="Arial" w:hAnsi="Arial"/>
        </w:rPr>
        <w:t xml:space="preserve">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</w:t>
      </w:r>
      <w:proofErr w:type="spellStart"/>
      <w:r w:rsidR="00692D5A">
        <w:rPr>
          <w:rFonts w:ascii="Arial" w:hAnsi="Arial"/>
        </w:rPr>
        <w:t>afwerkingslaag</w:t>
      </w:r>
      <w:proofErr w:type="spellEnd"/>
      <w:r w:rsidR="00692D5A">
        <w:rPr>
          <w:rFonts w:ascii="Arial" w:hAnsi="Arial"/>
        </w:rPr>
        <w:t xml:space="preserve"> voor het inbouwspoelreservoir tot maximaal 18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3C2DA8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02B88F09" wp14:editId="67102CE9">
                  <wp:extent cx="1984375" cy="17411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41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3C2DA8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2AC1BD3" wp14:editId="7CE75B9A">
                  <wp:extent cx="1985010" cy="1560195"/>
                  <wp:effectExtent l="0" t="0" r="0" b="190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6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3C2DA8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1C86D49" wp14:editId="1D382BE5">
                  <wp:extent cx="993913" cy="1552476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1676" cy="1564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:rsidR="002B2C5C" w:rsidRDefault="002B2C5C" w:rsidP="002B2C5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r>
        <w:rPr>
          <w:rFonts w:ascii="Arial" w:hAnsi="Arial" w:cs="Arial"/>
          <w:lang w:val="nl-BE"/>
        </w:rPr>
        <w:t>bedieningsplaat en</w:t>
      </w:r>
      <w:r w:rsidRPr="00EA6567">
        <w:rPr>
          <w:rFonts w:ascii="Arial" w:hAnsi="Arial" w:cs="Arial"/>
          <w:lang w:val="nl-BE"/>
        </w:rPr>
        <w:t xml:space="preserve"> toets in </w:t>
      </w:r>
      <w:r>
        <w:rPr>
          <w:rFonts w:ascii="Arial" w:hAnsi="Arial" w:cs="Arial"/>
          <w:lang w:val="nl-BE"/>
        </w:rPr>
        <w:t xml:space="preserve">glanzend wit met </w:t>
      </w:r>
      <w:r w:rsidR="00CD6315">
        <w:rPr>
          <w:rFonts w:ascii="Arial" w:hAnsi="Arial" w:cs="Arial"/>
          <w:lang w:val="nl-BE"/>
        </w:rPr>
        <w:t xml:space="preserve">een </w:t>
      </w:r>
      <w:proofErr w:type="spellStart"/>
      <w:r w:rsidR="00CD6315">
        <w:rPr>
          <w:rFonts w:ascii="Arial" w:hAnsi="Arial" w:cs="Arial"/>
          <w:lang w:val="nl-BE"/>
        </w:rPr>
        <w:t>glansverchroomde</w:t>
      </w:r>
      <w:proofErr w:type="spellEnd"/>
      <w:r>
        <w:rPr>
          <w:rFonts w:ascii="Arial" w:hAnsi="Arial" w:cs="Arial"/>
          <w:lang w:val="nl-BE"/>
        </w:rPr>
        <w:t xml:space="preserve"> designring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7A2316">
        <w:rPr>
          <w:rFonts w:ascii="Arial" w:hAnsi="Arial" w:cs="Arial"/>
          <w:lang w:val="nl-BE"/>
        </w:rPr>
        <w:t>,</w:t>
      </w:r>
      <w:r w:rsidR="00AD1B0D">
        <w:rPr>
          <w:rFonts w:ascii="Arial" w:hAnsi="Arial" w:cs="Arial"/>
          <w:lang w:val="nl-BE"/>
        </w:rPr>
        <w:t>4</w:t>
      </w:r>
      <w:r>
        <w:rPr>
          <w:rFonts w:ascii="Arial" w:hAnsi="Arial" w:cs="Arial"/>
          <w:lang w:val="nl-BE"/>
        </w:rPr>
        <w:t xml:space="preserve"> cm (dikte)</w:t>
      </w:r>
    </w:p>
    <w:p w:rsidR="00F11F95" w:rsidRPr="00B64DD5" w:rsidRDefault="00F11F95" w:rsidP="00F11F95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:rsidR="00F11F95" w:rsidRDefault="00F11F95" w:rsidP="00F11F9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 xml:space="preserve">Er is keuze </w:t>
      </w:r>
      <w:r w:rsidRPr="000E5167">
        <w:rPr>
          <w:rFonts w:ascii="Arial" w:hAnsi="Arial"/>
          <w:color w:val="0070C0"/>
        </w:rPr>
        <w:t>tussen</w:t>
      </w:r>
      <w:r>
        <w:rPr>
          <w:rFonts w:ascii="Arial" w:hAnsi="Arial"/>
          <w:color w:val="0070C0"/>
        </w:rPr>
        <w:t xml:space="preserve"> volgende uitvoeringen:</w:t>
      </w:r>
    </w:p>
    <w:p w:rsidR="00F11F95" w:rsidRDefault="00F11F95" w:rsidP="00F11F9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F11F95" w:rsidRPr="000E5167" w:rsidTr="003B3781">
        <w:tc>
          <w:tcPr>
            <w:tcW w:w="6091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Plaat en toets</w:t>
            </w:r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Designring</w:t>
            </w:r>
          </w:p>
        </w:tc>
      </w:tr>
      <w:tr w:rsidR="00F11F95" w:rsidRPr="000E5167" w:rsidTr="003B3781">
        <w:tc>
          <w:tcPr>
            <w:tcW w:w="6091" w:type="dxa"/>
          </w:tcPr>
          <w:p w:rsidR="00F11F95" w:rsidRPr="0024568B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24568B">
              <w:rPr>
                <w:rFonts w:ascii="Arial" w:hAnsi="Arial" w:cs="Arial"/>
                <w:color w:val="0070C0"/>
                <w:lang w:val="en-US"/>
              </w:rPr>
              <w:t xml:space="preserve">mat </w:t>
            </w:r>
            <w:proofErr w:type="spellStart"/>
            <w:r w:rsidRPr="0024568B">
              <w:rPr>
                <w:rFonts w:ascii="Arial" w:hAnsi="Arial" w:cs="Arial"/>
                <w:color w:val="0070C0"/>
                <w:lang w:val="en-US"/>
              </w:rPr>
              <w:t>verchroomd</w:t>
            </w:r>
            <w:proofErr w:type="spellEnd"/>
            <w:r w:rsidRPr="0024568B"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Pr="0024568B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24568B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24568B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</w:tr>
      <w:tr w:rsidR="00F11F95" w:rsidRPr="000E5167" w:rsidTr="003B3781">
        <w:tc>
          <w:tcPr>
            <w:tcW w:w="6091" w:type="dxa"/>
          </w:tcPr>
          <w:p w:rsidR="00F11F95" w:rsidRPr="0024568B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24568B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mat verchroomd</w:t>
            </w:r>
          </w:p>
        </w:tc>
      </w:tr>
      <w:tr w:rsidR="00F11F95" w:rsidRPr="000E5167" w:rsidTr="003B3781">
        <w:tc>
          <w:tcPr>
            <w:tcW w:w="6091" w:type="dxa"/>
          </w:tcPr>
          <w:p w:rsidR="00F11F95" w:rsidRPr="0024568B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24568B">
              <w:rPr>
                <w:rFonts w:ascii="Arial" w:hAnsi="Arial" w:cs="Arial"/>
                <w:color w:val="0070C0"/>
                <w:lang w:val="nl-BE"/>
              </w:rPr>
              <w:t>glanzend wit</w:t>
            </w:r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</w:tr>
      <w:tr w:rsidR="00F11F95" w:rsidRPr="000E5167" w:rsidTr="003B3781">
        <w:tc>
          <w:tcPr>
            <w:tcW w:w="6091" w:type="dxa"/>
          </w:tcPr>
          <w:p w:rsidR="00F11F95" w:rsidRPr="0024568B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24568B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24568B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24568B">
              <w:rPr>
                <w:rFonts w:ascii="Arial" w:hAnsi="Arial" w:cs="Arial"/>
                <w:color w:val="0070C0"/>
                <w:lang w:val="de-CH"/>
              </w:rPr>
              <w:t>wit</w:t>
            </w:r>
            <w:proofErr w:type="spellEnd"/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v</w:t>
            </w:r>
            <w:r w:rsidRPr="000E5167">
              <w:rPr>
                <w:rFonts w:ascii="Arial" w:hAnsi="Arial" w:cs="Arial"/>
                <w:color w:val="0070C0"/>
                <w:lang w:val="de-CH"/>
              </w:rPr>
              <w:t>erguld</w:t>
            </w:r>
            <w:proofErr w:type="spellEnd"/>
          </w:p>
        </w:tc>
      </w:tr>
      <w:tr w:rsidR="00F11F95" w:rsidRPr="000E5167" w:rsidTr="003B3781">
        <w:tc>
          <w:tcPr>
            <w:tcW w:w="6091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zwart</w:t>
            </w:r>
            <w:proofErr w:type="spellEnd"/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glansverchroomd</w:t>
            </w:r>
            <w:proofErr w:type="spellEnd"/>
          </w:p>
        </w:tc>
      </w:tr>
      <w:tr w:rsidR="00F11F95" w:rsidRPr="000E5167" w:rsidTr="003B3781">
        <w:tc>
          <w:tcPr>
            <w:tcW w:w="6091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mat verchroomd</w:t>
            </w:r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g</w:t>
            </w:r>
            <w:r w:rsidRPr="000E5167">
              <w:rPr>
                <w:rFonts w:ascii="Arial" w:hAnsi="Arial" w:cs="Arial"/>
                <w:color w:val="0070C0"/>
                <w:lang w:val="nl-BE"/>
              </w:rPr>
              <w:t>lansverchroomd</w:t>
            </w:r>
            <w:proofErr w:type="spellEnd"/>
          </w:p>
        </w:tc>
      </w:tr>
    </w:tbl>
    <w:p w:rsidR="00F11F95" w:rsidRDefault="00F11F95" w:rsidP="00F11F9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F11F95" w:rsidRPr="000E5167" w:rsidTr="003B3781">
        <w:tc>
          <w:tcPr>
            <w:tcW w:w="6091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Plaat</w:t>
            </w:r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Toets en d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esignring</w:t>
            </w:r>
          </w:p>
        </w:tc>
      </w:tr>
      <w:tr w:rsidR="00F11F95" w:rsidRPr="000E5167" w:rsidTr="003B3781">
        <w:tc>
          <w:tcPr>
            <w:tcW w:w="6091" w:type="dxa"/>
          </w:tcPr>
          <w:p w:rsidR="00F11F95" w:rsidRPr="0024568B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24568B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24568B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24568B">
              <w:rPr>
                <w:rFonts w:ascii="Arial" w:hAnsi="Arial" w:cs="Arial"/>
                <w:color w:val="0070C0"/>
                <w:lang w:val="de-CH"/>
              </w:rPr>
              <w:t>wit</w:t>
            </w:r>
            <w:proofErr w:type="spellEnd"/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mat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verchroomd</w:t>
            </w:r>
            <w:proofErr w:type="spellEnd"/>
          </w:p>
        </w:tc>
      </w:tr>
    </w:tbl>
    <w:p w:rsidR="00F11F95" w:rsidRPr="00113547" w:rsidRDefault="00F11F95" w:rsidP="00F11F9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bookmarkStart w:id="4" w:name="_GoBack"/>
      <w:bookmarkEnd w:id="4"/>
    </w:p>
    <w:sectPr w:rsidR="00DE12F7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1BBE" w:rsidRDefault="00F01BBE">
      <w:r>
        <w:separator/>
      </w:r>
    </w:p>
  </w:endnote>
  <w:endnote w:type="continuationSeparator" w:id="0">
    <w:p w:rsidR="00F01BBE" w:rsidRDefault="00F01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1F95" w:rsidRDefault="00F11F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1F95" w:rsidRDefault="00F11F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1BBE" w:rsidRDefault="00F01BBE">
      <w:r>
        <w:separator/>
      </w:r>
    </w:p>
  </w:footnote>
  <w:footnote w:type="continuationSeparator" w:id="0">
    <w:p w:rsidR="00F01BBE" w:rsidRDefault="00F01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1F95" w:rsidRDefault="00F11F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D1575C">
      <w:rPr>
        <w:rFonts w:ascii="Arial" w:hAnsi="Arial"/>
        <w:b/>
      </w:rPr>
      <w:t>1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E43D9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kunststof, </w:t>
    </w:r>
    <w:r w:rsidR="00D1575C">
      <w:rPr>
        <w:rFonts w:ascii="Arial" w:hAnsi="Arial"/>
        <w:b/>
      </w:rPr>
      <w:t>één</w:t>
    </w:r>
    <w:r>
      <w:rPr>
        <w:rFonts w:ascii="Arial" w:hAnsi="Arial"/>
        <w:b/>
      </w:rPr>
      <w:t xml:space="preserve"> spoeltoets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1F95" w:rsidRDefault="00F11F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9240B"/>
    <w:rsid w:val="00094351"/>
    <w:rsid w:val="00094705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568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2C5C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3A0D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DA8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3653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4C12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AAF"/>
    <w:rsid w:val="007B7302"/>
    <w:rsid w:val="007B7FA6"/>
    <w:rsid w:val="007C020E"/>
    <w:rsid w:val="007C1163"/>
    <w:rsid w:val="007C3DF3"/>
    <w:rsid w:val="007C4C10"/>
    <w:rsid w:val="007C51C8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24BF8"/>
    <w:rsid w:val="0083093D"/>
    <w:rsid w:val="00832A37"/>
    <w:rsid w:val="008349CC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661C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963BC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1B0D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57A3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D6315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75C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571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A79B8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BBE"/>
    <w:rsid w:val="00F01FF0"/>
    <w:rsid w:val="00F0309A"/>
    <w:rsid w:val="00F0418B"/>
    <w:rsid w:val="00F10658"/>
    <w:rsid w:val="00F11F95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1918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FCFFB636-4840-48ED-B2CF-1BC046ACD8EA}"/>
</file>

<file path=customXml/itemProps2.xml><?xml version="1.0" encoding="utf-8"?>
<ds:datastoreItem xmlns:ds="http://schemas.openxmlformats.org/officeDocument/2006/customXml" ds:itemID="{03163CC7-46E4-418C-97A3-9343ECB0B572}"/>
</file>

<file path=customXml/itemProps3.xml><?xml version="1.0" encoding="utf-8"?>
<ds:datastoreItem xmlns:ds="http://schemas.openxmlformats.org/officeDocument/2006/customXml" ds:itemID="{1A75EE72-55FC-4D70-A3B1-C76878433C3F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160</TotalTime>
  <Pages>1</Pages>
  <Words>488</Words>
  <Characters>2782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17</cp:revision>
  <cp:lastPrinted>2011-12-15T11:32:00Z</cp:lastPrinted>
  <dcterms:created xsi:type="dcterms:W3CDTF">2020-05-05T09:59:00Z</dcterms:created>
  <dcterms:modified xsi:type="dcterms:W3CDTF">2020-05-07T09:40:00Z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